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4671E752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DF560B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DF560B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4119297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</w:t>
      </w:r>
      <w:r w:rsidR="00457297">
        <w:rPr>
          <w:b/>
          <w:lang w:val="en-GB"/>
        </w:rPr>
        <w:t>: 27-G001-23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9A0CD46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DF560B">
        <w:rPr>
          <w:rFonts w:cs="Calibri"/>
          <w:sz w:val="24"/>
        </w:rPr>
        <w:t>Q</w:t>
      </w:r>
      <w:r>
        <w:rPr>
          <w:rFonts w:cs="Calibri"/>
          <w:sz w:val="24"/>
        </w:rPr>
        <w:t>/procurement process</w:t>
      </w:r>
    </w:p>
    <w:p w14:paraId="69D1A0CE" w14:textId="00B8D11E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DF560B">
        <w:rPr>
          <w:rFonts w:ascii="Calibri" w:hAnsi="Calibri" w:cs="Calibri"/>
        </w:rPr>
        <w:t>Q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 xml:space="preserve">Kiribati Public Procurement </w:t>
      </w:r>
      <w:r w:rsidR="006B39B3" w:rsidRPr="007B6E5A">
        <w:rPr>
          <w:rFonts w:ascii="Calibri" w:hAnsi="Calibri" w:cs="Calibri"/>
        </w:rPr>
        <w:t>Web 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485CE4A1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56C60DEA" w14:textId="4A2EF3DA" w:rsidR="00B0293A" w:rsidRPr="007B6E5A" w:rsidRDefault="007141A8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MISE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18CF45E" w:rsidR="00B0293A" w:rsidRPr="007B6E5A" w:rsidRDefault="0026218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921A9">
              <w:rPr>
                <w:rFonts w:ascii="Calibri" w:hAnsi="Calibri"/>
                <w:szCs w:val="20"/>
              </w:rPr>
              <w:t>6</w:t>
            </w:r>
            <w:r w:rsidR="00392CDB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05</w:t>
            </w:r>
            <w:r w:rsidR="00392CDB">
              <w:rPr>
                <w:rFonts w:ascii="Calibri" w:hAnsi="Calibri"/>
                <w:szCs w:val="20"/>
              </w:rPr>
              <w:t>/23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36086BF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3159EAC" w:rsidR="00B0293A" w:rsidRPr="007B6E5A" w:rsidRDefault="00E5156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921A9">
              <w:rPr>
                <w:rFonts w:ascii="Calibri" w:hAnsi="Calibri"/>
                <w:szCs w:val="20"/>
              </w:rPr>
              <w:t>9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DF560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  <w:r w:rsidR="00B0293A"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7141A8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7A48AEF6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0090B8D6" w14:textId="6FC13F38" w:rsidR="00B0293A" w:rsidRPr="007B6E5A" w:rsidRDefault="007141A8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MISE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F499EB2" w14:textId="6642A9C0" w:rsidR="00392CDB" w:rsidRDefault="009B7E9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921A9">
              <w:rPr>
                <w:rFonts w:ascii="Calibri" w:hAnsi="Calibri"/>
                <w:szCs w:val="20"/>
              </w:rPr>
              <w:t>4</w:t>
            </w:r>
            <w:r w:rsidR="00392CDB">
              <w:rPr>
                <w:rFonts w:ascii="Calibri" w:hAnsi="Calibri"/>
                <w:szCs w:val="20"/>
              </w:rPr>
              <w:t>/0</w:t>
            </w:r>
            <w:r w:rsidR="001A5E47"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  <w:p w14:paraId="4B0F8C82" w14:textId="75007A5C" w:rsidR="00B0293A" w:rsidRPr="007B6E5A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61A2B302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</w:t>
            </w:r>
            <w:r w:rsidR="00DF560B">
              <w:rPr>
                <w:rFonts w:cs="Calibri"/>
                <w:sz w:val="24"/>
                <w:szCs w:val="24"/>
              </w:rPr>
              <w:t>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A478000" w:rsidR="00B0293A" w:rsidRPr="007B6E5A" w:rsidRDefault="0026218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921A9">
              <w:rPr>
                <w:rFonts w:ascii="Calibri" w:hAnsi="Calibri"/>
                <w:szCs w:val="20"/>
              </w:rPr>
              <w:t>6</w:t>
            </w:r>
            <w:r w:rsidR="00392CD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B0293A"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7141A8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9D3889E" w:rsidR="00B0293A" w:rsidRPr="007B6E5A" w:rsidRDefault="0001639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921A9">
              <w:rPr>
                <w:rFonts w:ascii="Calibri" w:hAnsi="Calibri"/>
                <w:szCs w:val="20"/>
              </w:rPr>
              <w:t>9/</w:t>
            </w:r>
            <w:r w:rsidR="00392CD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1410FA6" w:rsidR="00B0293A" w:rsidRPr="007B6E5A" w:rsidRDefault="000921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 w:rsidR="0001639D"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A8735FE" w:rsidR="00B0293A" w:rsidRPr="00532E97" w:rsidRDefault="000921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 w:rsidR="00B34CA6"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C3E785F" w:rsidR="00B0293A" w:rsidRPr="00532E97" w:rsidRDefault="000921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 w:rsidR="003A2158">
              <w:rPr>
                <w:rFonts w:ascii="Calibri" w:hAnsi="Calibri"/>
                <w:szCs w:val="20"/>
              </w:rPr>
              <w:t>6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E3274DA" w:rsidR="00B0293A" w:rsidRPr="00532E97" w:rsidRDefault="003A215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921A9"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6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CAC6" w14:textId="77777777" w:rsidR="00882106" w:rsidRDefault="00882106">
      <w:r>
        <w:separator/>
      </w:r>
    </w:p>
  </w:endnote>
  <w:endnote w:type="continuationSeparator" w:id="0">
    <w:p w14:paraId="05427710" w14:textId="77777777" w:rsidR="00882106" w:rsidRDefault="00882106">
      <w:r>
        <w:continuationSeparator/>
      </w:r>
    </w:p>
  </w:endnote>
  <w:endnote w:type="continuationNotice" w:id="1">
    <w:p w14:paraId="2AF539CE" w14:textId="77777777" w:rsidR="00882106" w:rsidRDefault="00882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505FF5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B7E94">
      <w:rPr>
        <w:noProof/>
      </w:rPr>
      <w:t>2023-05-16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4EFD" w14:textId="77777777" w:rsidR="00882106" w:rsidRDefault="00882106">
      <w:r>
        <w:separator/>
      </w:r>
    </w:p>
  </w:footnote>
  <w:footnote w:type="continuationSeparator" w:id="0">
    <w:p w14:paraId="5EF0EA71" w14:textId="77777777" w:rsidR="00882106" w:rsidRDefault="00882106">
      <w:r>
        <w:continuationSeparator/>
      </w:r>
    </w:p>
  </w:footnote>
  <w:footnote w:type="continuationNotice" w:id="1">
    <w:p w14:paraId="5F15F8F0" w14:textId="77777777" w:rsidR="00882106" w:rsidRDefault="00882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750493">
    <w:abstractNumId w:val="1"/>
  </w:num>
  <w:num w:numId="2" w16cid:durableId="2096437859">
    <w:abstractNumId w:val="10"/>
  </w:num>
  <w:num w:numId="3" w16cid:durableId="997340000">
    <w:abstractNumId w:val="11"/>
  </w:num>
  <w:num w:numId="4" w16cid:durableId="1355156799">
    <w:abstractNumId w:val="4"/>
  </w:num>
  <w:num w:numId="5" w16cid:durableId="707493268">
    <w:abstractNumId w:val="3"/>
  </w:num>
  <w:num w:numId="6" w16cid:durableId="1554660451">
    <w:abstractNumId w:val="7"/>
  </w:num>
  <w:num w:numId="7" w16cid:durableId="1858153737">
    <w:abstractNumId w:val="5"/>
  </w:num>
  <w:num w:numId="8" w16cid:durableId="1064253551">
    <w:abstractNumId w:val="9"/>
  </w:num>
  <w:num w:numId="9" w16cid:durableId="751313102">
    <w:abstractNumId w:val="0"/>
  </w:num>
  <w:num w:numId="10" w16cid:durableId="1661613071">
    <w:abstractNumId w:val="8"/>
  </w:num>
  <w:num w:numId="11" w16cid:durableId="37171202">
    <w:abstractNumId w:val="2"/>
  </w:num>
  <w:num w:numId="12" w16cid:durableId="72464537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16D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39D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1A9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5E47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183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B72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2CDB"/>
    <w:rsid w:val="00394D7F"/>
    <w:rsid w:val="0039797E"/>
    <w:rsid w:val="00397BCF"/>
    <w:rsid w:val="00397DF9"/>
    <w:rsid w:val="003A0ACF"/>
    <w:rsid w:val="003A0C1B"/>
    <w:rsid w:val="003A0C4F"/>
    <w:rsid w:val="003A2158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5FE6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297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17A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412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9B3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1A8"/>
    <w:rsid w:val="00714B9E"/>
    <w:rsid w:val="007163F2"/>
    <w:rsid w:val="0071697D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422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3FF9"/>
    <w:rsid w:val="00874EE7"/>
    <w:rsid w:val="0087507D"/>
    <w:rsid w:val="00875973"/>
    <w:rsid w:val="0087702E"/>
    <w:rsid w:val="0087719B"/>
    <w:rsid w:val="008775BD"/>
    <w:rsid w:val="00882101"/>
    <w:rsid w:val="00882106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E94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4CA6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50E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4DC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60B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569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5A7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C4F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23046-5428-4B8B-8712-54C2537886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188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3</cp:revision>
  <cp:lastPrinted>2013-10-18T08:32:00Z</cp:lastPrinted>
  <dcterms:created xsi:type="dcterms:W3CDTF">2023-05-15T03:28:00Z</dcterms:created>
  <dcterms:modified xsi:type="dcterms:W3CDTF">2023-05-16T00:33:00Z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